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72" w:rsidRPr="00122F1C" w:rsidRDefault="00597172" w:rsidP="0014077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dehumanize.jpg" style="position:absolute;margin-left:-18.9pt;margin-top:329.4pt;width:467.15pt;height:336.2pt;z-index:251658240;visibility:visible" wrapcoords="-35 0 -35 21552 21600 21552 21600 0 -35 0">
            <v:imagedata r:id="rId4" o:title=""/>
            <w10:wrap type="through"/>
          </v:shape>
        </w:pict>
      </w:r>
      <w:r>
        <w:rPr>
          <w:noProof/>
        </w:rPr>
        <w:pict>
          <v:shape id="Picture 3" o:spid="_x0000_s1027" type="#_x0000_t75" alt="humanize.jpg" style="position:absolute;margin-left:-14.15pt;margin-top:-50.3pt;width:467.75pt;height:350.45pt;z-index:251659264;visibility:visible" wrapcoords="-35 0 -35 21554 21600 21554 21600 0 -35 0">
            <v:imagedata r:id="rId5" o:title=""/>
            <w10:wrap type="through"/>
          </v:shape>
        </w:pict>
      </w:r>
    </w:p>
    <w:sectPr w:rsidR="00597172" w:rsidRPr="00122F1C" w:rsidSect="000B7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7F7"/>
    <w:rsid w:val="000B4BCD"/>
    <w:rsid w:val="000B7C3B"/>
    <w:rsid w:val="00122F1C"/>
    <w:rsid w:val="00140773"/>
    <w:rsid w:val="001557F7"/>
    <w:rsid w:val="002363E9"/>
    <w:rsid w:val="003028EC"/>
    <w:rsid w:val="003A47F3"/>
    <w:rsid w:val="00584DFB"/>
    <w:rsid w:val="00597172"/>
    <w:rsid w:val="006E2E49"/>
    <w:rsid w:val="007E78A4"/>
    <w:rsid w:val="00C937DE"/>
    <w:rsid w:val="00D164C1"/>
    <w:rsid w:val="00E97B92"/>
    <w:rsid w:val="00F133FA"/>
    <w:rsid w:val="00F71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3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5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5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</dc:creator>
  <cp:keywords/>
  <dc:description/>
  <cp:lastModifiedBy>Student</cp:lastModifiedBy>
  <cp:revision>2</cp:revision>
  <dcterms:created xsi:type="dcterms:W3CDTF">2012-07-12T00:54:00Z</dcterms:created>
  <dcterms:modified xsi:type="dcterms:W3CDTF">2012-07-12T00:54:00Z</dcterms:modified>
</cp:coreProperties>
</file>